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896CF" w14:textId="4A655D98" w:rsidR="00207F13" w:rsidRDefault="00207F13" w:rsidP="00207F13">
      <w:pPr>
        <w:pStyle w:val="Pealkiri"/>
        <w:jc w:val="left"/>
      </w:pPr>
      <w:r>
        <w:t>Lisa 2 Projekteerimislepingu projekt</w:t>
      </w:r>
    </w:p>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69EFAAF1" w:rsidR="00634FF0" w:rsidRPr="00207F13" w:rsidRDefault="00634FF0" w:rsidP="00CB0220">
      <w:pPr>
        <w:jc w:val="both"/>
      </w:pPr>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Content>
          <w:r w:rsidR="00334452" w:rsidRPr="00895B8C">
            <w:t>väikehanke</w:t>
          </w:r>
        </w:sdtContent>
      </w:sdt>
      <w:r w:rsidR="00B47672" w:rsidRPr="00895B8C">
        <w:t xml:space="preserve"> </w:t>
      </w:r>
      <w:r w:rsidR="007548FE" w:rsidRPr="00895B8C">
        <w:t xml:space="preserve">(DHS nr </w:t>
      </w:r>
      <w:r w:rsidR="00B47672" w:rsidRPr="00895B8C">
        <w:t>1-47/</w:t>
      </w:r>
      <w:r w:rsidR="006F38A6">
        <w:t>3080</w:t>
      </w:r>
      <w:r w:rsidR="007548FE" w:rsidRPr="00895B8C">
        <w:t>)</w:t>
      </w:r>
      <w:r w:rsidR="00B47672" w:rsidRPr="00895B8C">
        <w:t xml:space="preserve"> „</w:t>
      </w:r>
      <w:r w:rsidR="00A506C6" w:rsidRPr="00895B8C">
        <w:t>Kostivere</w:t>
      </w:r>
      <w:r w:rsidR="00A15311" w:rsidRPr="00895B8C">
        <w:t xml:space="preserve"> </w:t>
      </w:r>
      <w:r w:rsidR="00A506C6" w:rsidRPr="00895B8C">
        <w:t>õpper</w:t>
      </w:r>
      <w:r w:rsidR="00A15311" w:rsidRPr="00895B8C">
        <w:t>aja taristu projekteerimistööd</w:t>
      </w:r>
      <w:r w:rsidR="00B47672" w:rsidRPr="00895B8C">
        <w:t xml:space="preserve">“ (viitenumber </w:t>
      </w:r>
      <w:r w:rsidR="00207F13" w:rsidRPr="00895B8C">
        <w:t>278115</w:t>
      </w:r>
      <w:r w:rsidR="00B47672" w:rsidRPr="00895B8C">
        <w:t xml:space="preserve">) </w:t>
      </w:r>
      <w:r w:rsidRPr="00895B8C">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58785029" w:rsidR="006669FD" w:rsidRPr="00C63BFE" w:rsidRDefault="00CD52E7" w:rsidP="00BA6375">
      <w:pPr>
        <w:pStyle w:val="Pealkiri21"/>
        <w:jc w:val="both"/>
      </w:pPr>
      <w:r w:rsidRPr="00C63BFE">
        <w:t xml:space="preserve">Lepingu </w:t>
      </w:r>
      <w:r w:rsidR="00C10513" w:rsidRPr="00C63BFE">
        <w:t>objektik</w:t>
      </w:r>
      <w:r w:rsidRPr="00C63BFE">
        <w:t>s on p</w:t>
      </w:r>
      <w:r w:rsidR="00D07E0A" w:rsidRPr="00C63BFE">
        <w:t xml:space="preserve">rojekteerija poolt projekteerimistööde ja nende tegemiseks vajalike uurimustööde tegemine ning sellega seotud asjaajamine </w:t>
      </w:r>
      <w:r w:rsidR="00A506C6" w:rsidRPr="00C63BFE">
        <w:t>Kostivere</w:t>
      </w:r>
      <w:r w:rsidR="00A15311" w:rsidRPr="00C63BFE">
        <w:t xml:space="preserve"> </w:t>
      </w:r>
      <w:r w:rsidR="00A506C6" w:rsidRPr="00C63BFE">
        <w:t>õppe</w:t>
      </w:r>
      <w:r w:rsidR="00A15311" w:rsidRPr="00C63BFE">
        <w:t>raja taristu, mis</w:t>
      </w:r>
      <w:r w:rsidR="000B25CA" w:rsidRPr="00C63BFE">
        <w:t xml:space="preserve"> asub Kostivere maastikukaitsealal </w:t>
      </w:r>
      <w:r w:rsidR="00A506C6" w:rsidRPr="00C63BFE">
        <w:t xml:space="preserve">Parasmäe küla, Jõelähtme vald, Harju maakond, Riigimetsa Majandamise Keskusele kuuluval kinnistul Kostivere kaitseala, katastriüksuse kood 24504:008:1078 ja Jõelähtme küla, Jõelähtme vald, harju maakond, Jõelähtme vallale kuuluval </w:t>
      </w:r>
      <w:proofErr w:type="spellStart"/>
      <w:r w:rsidR="00A506C6" w:rsidRPr="00C63BFE">
        <w:t>Rebala</w:t>
      </w:r>
      <w:proofErr w:type="spellEnd"/>
      <w:r w:rsidR="00A506C6" w:rsidRPr="00C63BFE">
        <w:t xml:space="preserve"> muuseum kinnistul, katastriüksuse kood 24504:008:0988</w:t>
      </w:r>
      <w:r w:rsidR="00A15311" w:rsidRPr="00C63BFE">
        <w:t xml:space="preserve">, </w:t>
      </w:r>
      <w:r w:rsidR="00D7447A" w:rsidRPr="00C63BFE">
        <w:t xml:space="preserve"> </w:t>
      </w:r>
      <w:r w:rsidR="00D07E0A" w:rsidRPr="00C63BFE">
        <w:t xml:space="preserve">edaspidi </w:t>
      </w:r>
      <w:r w:rsidRPr="00C63BFE">
        <w:t>o</w:t>
      </w:r>
      <w:r w:rsidR="00D07E0A" w:rsidRPr="00C63BFE">
        <w:t xml:space="preserve">bjekt, </w:t>
      </w:r>
      <w:r w:rsidR="00272DA6" w:rsidRPr="00C63BFE">
        <w:t xml:space="preserve">projekteerimistööde </w:t>
      </w:r>
      <w:r w:rsidR="001222F1" w:rsidRPr="00C63BFE">
        <w:t>teostamiseks</w:t>
      </w:r>
      <w:r w:rsidR="00D07E0A" w:rsidRPr="00C63BFE">
        <w:t>.</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1010C482"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14AC48BC" w:rsidR="00CA3076" w:rsidRPr="00100752" w:rsidRDefault="00CA3076" w:rsidP="00BA6375">
      <w:pPr>
        <w:pStyle w:val="Pealkiri21"/>
        <w:jc w:val="both"/>
      </w:pPr>
      <w:r w:rsidRPr="00100752">
        <w:lastRenderedPageBreak/>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w:t>
      </w:r>
      <w:r w:rsidRPr="00EC3CBD">
        <w:t xml:space="preserve">edaspidi </w:t>
      </w:r>
      <w:r w:rsidR="00CD52E7" w:rsidRPr="00EC3CBD">
        <w:t>p</w:t>
      </w:r>
      <w:r w:rsidRPr="00EC3CBD">
        <w:t>rojekteerimise tähtajad. Kogu proj</w:t>
      </w:r>
      <w:r w:rsidR="00662208" w:rsidRPr="00EC3CBD">
        <w:t>ekt peab valmis olema hiljemalt</w:t>
      </w:r>
      <w:r w:rsidRPr="00EC3CBD">
        <w:t xml:space="preserve"> </w:t>
      </w:r>
      <w:r w:rsidR="00891ED1" w:rsidRPr="00EC3CBD">
        <w:t>(</w:t>
      </w:r>
      <w:r w:rsidR="00A15311" w:rsidRPr="00EC3CBD">
        <w:t>4</w:t>
      </w:r>
      <w:r w:rsidR="00891ED1" w:rsidRPr="00EC3CBD">
        <w:t xml:space="preserve">) </w:t>
      </w:r>
      <w:r w:rsidR="00A15311" w:rsidRPr="00EC3CBD">
        <w:t>neli</w:t>
      </w:r>
      <w:r w:rsidR="00A858A3">
        <w:t xml:space="preserve"> </w:t>
      </w:r>
      <w:r w:rsidRPr="00100752">
        <w:t>kuud 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7777777"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 xml:space="preserve">ellijal õigus nõuda leppetrahvi 0,15% punktis 4.1 määratud </w:t>
      </w:r>
      <w:r w:rsidR="00CD52E7" w:rsidRPr="00100752">
        <w:t>p</w:t>
      </w:r>
      <w:r w:rsidRPr="00100752">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325F0930"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207F13">
        <w:t>…</w:t>
      </w:r>
      <w:r w:rsidR="00CA3076" w:rsidRPr="00100752">
        <w:t xml:space="preserve">eurot, edaspidi </w:t>
      </w:r>
      <w:r w:rsidRPr="00207F13">
        <w:rPr>
          <w:bCs/>
        </w:rPr>
        <w:t>p</w:t>
      </w:r>
      <w:r w:rsidR="00CA3076" w:rsidRPr="00207F13">
        <w:rPr>
          <w:bCs/>
        </w:rPr>
        <w:t>rojekteerija tasu.</w:t>
      </w:r>
    </w:p>
    <w:p w14:paraId="05605184" w14:textId="29EB960F" w:rsidR="00CA3076" w:rsidRPr="00100752" w:rsidRDefault="00CD52E7" w:rsidP="00BA6375">
      <w:pPr>
        <w:pStyle w:val="Pealkiri21"/>
        <w:jc w:val="both"/>
      </w:pPr>
      <w:r w:rsidRPr="00100752">
        <w:t>Tellija on kohustatud maksma projekteerija tasu peale l</w:t>
      </w:r>
      <w:r w:rsidR="00CA3076" w:rsidRPr="00100752">
        <w:t xml:space="preserve">epingu lisas </w:t>
      </w:r>
      <w:r w:rsidR="00E85A15" w:rsidRPr="00100752">
        <w:t>3</w:t>
      </w:r>
      <w:r w:rsidR="00CA3076" w:rsidRPr="00100752">
        <w:t xml:space="preserve"> märgitud projektietappide vastuvõtmist. 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Tellija on kohustatud maksma projekteerija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77777777"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rojekteerijal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w:t>
      </w:r>
      <w:r w:rsidRPr="00100752">
        <w:lastRenderedPageBreak/>
        <w:t xml:space="preserve">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5A5ECAD2"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lastRenderedPageBreak/>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000000"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374BDA6F" w:rsidR="006F20A8" w:rsidRPr="00100752" w:rsidRDefault="006F20A8" w:rsidP="007337BF">
      <w:pPr>
        <w:pStyle w:val="Pealkiri21"/>
        <w:rPr>
          <w:lang w:eastAsia="ar-SA"/>
        </w:rPr>
      </w:pPr>
      <w:r w:rsidRPr="00100752">
        <w:rPr>
          <w:lang w:eastAsia="ar-SA"/>
        </w:rPr>
        <w:t xml:space="preserve">lisa nr 1 Tellija lähteülesanded (ei asu lepingu juures)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proofErr w:type="spellStart"/>
            <w:r w:rsidR="0076689E" w:rsidRPr="00100752">
              <w:t>Sagadi</w:t>
            </w:r>
            <w:proofErr w:type="spellEnd"/>
            <w:r w:rsidR="0076689E" w:rsidRPr="00100752">
              <w:t xml:space="preserve">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53F1649A"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6C45F008" w:rsidR="009E4534" w:rsidRPr="00100752" w:rsidRDefault="009E4534" w:rsidP="009E4534">
      <w:pPr>
        <w:suppressAutoHyphens/>
        <w:ind w:left="360"/>
        <w:jc w:val="both"/>
        <w:rPr>
          <w:kern w:val="1"/>
          <w:szCs w:val="20"/>
          <w:lang w:eastAsia="ar-SA"/>
        </w:rPr>
      </w:pPr>
      <w:r>
        <w:rPr>
          <w:kern w:val="1"/>
          <w:szCs w:val="20"/>
          <w:lang w:eastAsia="ar-SA"/>
        </w:rPr>
        <w:t xml:space="preserve">tähtaeg </w:t>
      </w:r>
      <w:r w:rsidR="00A15311">
        <w:rPr>
          <w:kern w:val="1"/>
          <w:szCs w:val="20"/>
          <w:lang w:eastAsia="ar-SA"/>
        </w:rPr>
        <w:t>1</w:t>
      </w:r>
      <w:r w:rsidRPr="005B52CD">
        <w:rPr>
          <w:kern w:val="1"/>
          <w:szCs w:val="20"/>
          <w:lang w:eastAsia="ar-SA"/>
        </w:rPr>
        <w:t xml:space="preserve"> kuu peale lepingu allkirjastamist</w:t>
      </w:r>
      <w:r w:rsidRPr="00100752">
        <w:rPr>
          <w:kern w:val="1"/>
          <w:szCs w:val="20"/>
          <w:lang w:eastAsia="ar-SA"/>
        </w:rPr>
        <w:t xml:space="preserve"> osapoolte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B76F935"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Põhi</w:t>
      </w:r>
      <w:r w:rsidR="00D33785" w:rsidRPr="00100752">
        <w:rPr>
          <w:b/>
          <w:bCs/>
          <w:kern w:val="1"/>
          <w:szCs w:val="20"/>
          <w:lang w:eastAsia="ar-SA"/>
        </w:rPr>
        <w:t xml:space="preserve">projekt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25B2E04" w14:textId="1027F761" w:rsidR="00D33785" w:rsidRPr="00100752" w:rsidRDefault="00D33785" w:rsidP="00D33785">
      <w:pPr>
        <w:suppressAutoHyphens/>
        <w:ind w:left="360"/>
        <w:jc w:val="both"/>
        <w:rPr>
          <w:kern w:val="1"/>
          <w:szCs w:val="20"/>
          <w:lang w:eastAsia="ar-SA"/>
        </w:rPr>
      </w:pPr>
      <w:r w:rsidRPr="00100752">
        <w:rPr>
          <w:kern w:val="1"/>
          <w:szCs w:val="20"/>
          <w:lang w:eastAsia="ar-SA"/>
        </w:rPr>
        <w:t xml:space="preserve">tähtaeg </w:t>
      </w:r>
      <w:r w:rsidR="00A15311">
        <w:rPr>
          <w:kern w:val="1"/>
          <w:szCs w:val="20"/>
          <w:lang w:eastAsia="ar-SA"/>
        </w:rPr>
        <w:t>4</w:t>
      </w:r>
      <w:r w:rsidR="009D1CED" w:rsidRPr="009D1CED">
        <w:rPr>
          <w:kern w:val="1"/>
          <w:szCs w:val="20"/>
          <w:lang w:eastAsia="ar-SA"/>
        </w:rPr>
        <w:t xml:space="preserve"> </w:t>
      </w:r>
      <w:r w:rsidRPr="00100752">
        <w:rPr>
          <w:kern w:val="1"/>
          <w:szCs w:val="20"/>
          <w:lang w:eastAsia="ar-SA"/>
        </w:rPr>
        <w:t xml:space="preserve"> kuud peale lepingu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8"/>
      <w:headerReference w:type="default" r:id="rId9"/>
      <w:headerReference w:type="first" r:id="rId10"/>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5726B" w14:textId="77777777" w:rsidR="00C553CC" w:rsidRDefault="00C553CC">
      <w:r>
        <w:separator/>
      </w:r>
    </w:p>
  </w:endnote>
  <w:endnote w:type="continuationSeparator" w:id="0">
    <w:p w14:paraId="095BF524" w14:textId="77777777" w:rsidR="00C553CC" w:rsidRDefault="00C5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2CA22" w14:textId="77777777" w:rsidR="00C553CC" w:rsidRDefault="00C553CC">
      <w:r>
        <w:separator/>
      </w:r>
    </w:p>
  </w:footnote>
  <w:footnote w:type="continuationSeparator" w:id="0">
    <w:p w14:paraId="2E573FC0" w14:textId="77777777" w:rsidR="00C553CC" w:rsidRDefault="00C55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7B858" w14:textId="5B7C6037" w:rsidR="00207F13" w:rsidRDefault="00207F13" w:rsidP="00207F13">
    <w:pPr>
      <w:pStyle w:val="Pis"/>
    </w:pPr>
    <w:r>
      <w:t>RMK hange: Kostivere õpperaja taristu projekteerimistööd</w:t>
    </w:r>
  </w:p>
  <w:p w14:paraId="376FD9A8" w14:textId="4AD7FFC7" w:rsidR="00207F13" w:rsidRDefault="00207F13" w:rsidP="00207F13">
    <w:pPr>
      <w:pStyle w:val="Pis"/>
    </w:pPr>
    <w:r>
      <w:t>Viitenumber 278115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7B53"/>
    <w:rsid w:val="000236BA"/>
    <w:rsid w:val="0002466A"/>
    <w:rsid w:val="000610B0"/>
    <w:rsid w:val="00070E9C"/>
    <w:rsid w:val="000828A2"/>
    <w:rsid w:val="00085CAD"/>
    <w:rsid w:val="00092649"/>
    <w:rsid w:val="000B24B2"/>
    <w:rsid w:val="000B25CA"/>
    <w:rsid w:val="000C52F9"/>
    <w:rsid w:val="000F573A"/>
    <w:rsid w:val="00100752"/>
    <w:rsid w:val="00117F0D"/>
    <w:rsid w:val="001222F1"/>
    <w:rsid w:val="00130781"/>
    <w:rsid w:val="0013352E"/>
    <w:rsid w:val="0016496E"/>
    <w:rsid w:val="00180E85"/>
    <w:rsid w:val="00187866"/>
    <w:rsid w:val="001D3892"/>
    <w:rsid w:val="001F775C"/>
    <w:rsid w:val="00207F13"/>
    <w:rsid w:val="0021322F"/>
    <w:rsid w:val="00222E23"/>
    <w:rsid w:val="002437D4"/>
    <w:rsid w:val="00252E87"/>
    <w:rsid w:val="00272DA6"/>
    <w:rsid w:val="0029343E"/>
    <w:rsid w:val="00294162"/>
    <w:rsid w:val="002B20A0"/>
    <w:rsid w:val="003007F8"/>
    <w:rsid w:val="00301D54"/>
    <w:rsid w:val="00311242"/>
    <w:rsid w:val="00312480"/>
    <w:rsid w:val="00321530"/>
    <w:rsid w:val="0033099A"/>
    <w:rsid w:val="00334452"/>
    <w:rsid w:val="00337FC6"/>
    <w:rsid w:val="0037187B"/>
    <w:rsid w:val="003731BF"/>
    <w:rsid w:val="00377D65"/>
    <w:rsid w:val="003B3FCC"/>
    <w:rsid w:val="003C70DA"/>
    <w:rsid w:val="003D1FD3"/>
    <w:rsid w:val="003D4F57"/>
    <w:rsid w:val="003F26F1"/>
    <w:rsid w:val="00402796"/>
    <w:rsid w:val="0040704F"/>
    <w:rsid w:val="00437D85"/>
    <w:rsid w:val="00474CCC"/>
    <w:rsid w:val="0048584E"/>
    <w:rsid w:val="004F3FE6"/>
    <w:rsid w:val="00551773"/>
    <w:rsid w:val="005B1C24"/>
    <w:rsid w:val="005D6C7E"/>
    <w:rsid w:val="005F3F19"/>
    <w:rsid w:val="0061474F"/>
    <w:rsid w:val="00616409"/>
    <w:rsid w:val="00634FF0"/>
    <w:rsid w:val="00662208"/>
    <w:rsid w:val="006669FD"/>
    <w:rsid w:val="006725E5"/>
    <w:rsid w:val="00672EAA"/>
    <w:rsid w:val="00687CD8"/>
    <w:rsid w:val="006921B3"/>
    <w:rsid w:val="006B6A81"/>
    <w:rsid w:val="006C23CE"/>
    <w:rsid w:val="006F20A8"/>
    <w:rsid w:val="006F38A6"/>
    <w:rsid w:val="00701EC5"/>
    <w:rsid w:val="00705EDC"/>
    <w:rsid w:val="00720C5F"/>
    <w:rsid w:val="007337BF"/>
    <w:rsid w:val="007548FE"/>
    <w:rsid w:val="00764935"/>
    <w:rsid w:val="0076689E"/>
    <w:rsid w:val="00770519"/>
    <w:rsid w:val="007926C9"/>
    <w:rsid w:val="00793C2D"/>
    <w:rsid w:val="007C58DC"/>
    <w:rsid w:val="007D392A"/>
    <w:rsid w:val="008071A6"/>
    <w:rsid w:val="0081346C"/>
    <w:rsid w:val="00831570"/>
    <w:rsid w:val="008633AC"/>
    <w:rsid w:val="00867887"/>
    <w:rsid w:val="00887B9B"/>
    <w:rsid w:val="00891ED1"/>
    <w:rsid w:val="00895B8C"/>
    <w:rsid w:val="00896385"/>
    <w:rsid w:val="008A43C7"/>
    <w:rsid w:val="008B1F2F"/>
    <w:rsid w:val="008C0E08"/>
    <w:rsid w:val="008E55EB"/>
    <w:rsid w:val="00925E1C"/>
    <w:rsid w:val="009267C2"/>
    <w:rsid w:val="00927A44"/>
    <w:rsid w:val="00943DB2"/>
    <w:rsid w:val="00962F05"/>
    <w:rsid w:val="009A75D1"/>
    <w:rsid w:val="009B6662"/>
    <w:rsid w:val="009C2AB5"/>
    <w:rsid w:val="009D1CED"/>
    <w:rsid w:val="009E4534"/>
    <w:rsid w:val="009E727A"/>
    <w:rsid w:val="00A15311"/>
    <w:rsid w:val="00A164C6"/>
    <w:rsid w:val="00A24037"/>
    <w:rsid w:val="00A24385"/>
    <w:rsid w:val="00A506C6"/>
    <w:rsid w:val="00A53EDF"/>
    <w:rsid w:val="00A858A3"/>
    <w:rsid w:val="00AC6140"/>
    <w:rsid w:val="00AE027C"/>
    <w:rsid w:val="00AE4593"/>
    <w:rsid w:val="00B02111"/>
    <w:rsid w:val="00B1136F"/>
    <w:rsid w:val="00B34139"/>
    <w:rsid w:val="00B47672"/>
    <w:rsid w:val="00B90A21"/>
    <w:rsid w:val="00B97297"/>
    <w:rsid w:val="00B97815"/>
    <w:rsid w:val="00BA0F84"/>
    <w:rsid w:val="00BA6375"/>
    <w:rsid w:val="00BC7FD0"/>
    <w:rsid w:val="00BF5D64"/>
    <w:rsid w:val="00C10513"/>
    <w:rsid w:val="00C11329"/>
    <w:rsid w:val="00C37434"/>
    <w:rsid w:val="00C553CC"/>
    <w:rsid w:val="00C5662F"/>
    <w:rsid w:val="00C63BFE"/>
    <w:rsid w:val="00C677AC"/>
    <w:rsid w:val="00CA3076"/>
    <w:rsid w:val="00CB0220"/>
    <w:rsid w:val="00CD48A2"/>
    <w:rsid w:val="00CD52E7"/>
    <w:rsid w:val="00CE4463"/>
    <w:rsid w:val="00D00DD0"/>
    <w:rsid w:val="00D07E0A"/>
    <w:rsid w:val="00D322AC"/>
    <w:rsid w:val="00D33785"/>
    <w:rsid w:val="00D34B46"/>
    <w:rsid w:val="00D37E26"/>
    <w:rsid w:val="00D42A8F"/>
    <w:rsid w:val="00D7447A"/>
    <w:rsid w:val="00D90FD5"/>
    <w:rsid w:val="00DA46CA"/>
    <w:rsid w:val="00DC7FDF"/>
    <w:rsid w:val="00DD6D16"/>
    <w:rsid w:val="00DE2A44"/>
    <w:rsid w:val="00DE5300"/>
    <w:rsid w:val="00E22664"/>
    <w:rsid w:val="00E32DB2"/>
    <w:rsid w:val="00E36FA4"/>
    <w:rsid w:val="00E61950"/>
    <w:rsid w:val="00E74ACF"/>
    <w:rsid w:val="00E82AE4"/>
    <w:rsid w:val="00E85A15"/>
    <w:rsid w:val="00EB6E1F"/>
    <w:rsid w:val="00EC3CBD"/>
    <w:rsid w:val="00ED0D25"/>
    <w:rsid w:val="00ED2357"/>
    <w:rsid w:val="00EE29F4"/>
    <w:rsid w:val="00EE3C2F"/>
    <w:rsid w:val="00EE5EC3"/>
    <w:rsid w:val="00EF3CCA"/>
    <w:rsid w:val="00F62E72"/>
    <w:rsid w:val="00F85E41"/>
    <w:rsid w:val="00F87CF6"/>
    <w:rsid w:val="00F91FEA"/>
    <w:rsid w:val="00FA24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2818F2"/>
    <w:rsid w:val="004F6268"/>
    <w:rsid w:val="005517D4"/>
    <w:rsid w:val="00633CDA"/>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DE41224C618B41A1AC0FDE9F9CECA43B">
    <w:name w:val="DE41224C618B41A1AC0FDE9F9CECA43B"/>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23</TotalTime>
  <Pages>5</Pages>
  <Words>1857</Words>
  <Characters>10774</Characters>
  <Application>Microsoft Office Word</Application>
  <DocSecurity>0</DocSecurity>
  <Lines>89</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Maarja-Viorika Vasko</cp:lastModifiedBy>
  <cp:revision>17</cp:revision>
  <cp:lastPrinted>1900-12-31T22:00:00Z</cp:lastPrinted>
  <dcterms:created xsi:type="dcterms:W3CDTF">2024-04-04T08:31:00Z</dcterms:created>
  <dcterms:modified xsi:type="dcterms:W3CDTF">2024-04-04T12:46:00Z</dcterms:modified>
</cp:coreProperties>
</file>